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C41B1">
        <w:rPr>
          <w:rFonts w:ascii="Arial" w:hAnsi="Arial" w:cs="Arial"/>
          <w:b/>
          <w:caps/>
          <w:sz w:val="28"/>
          <w:szCs w:val="28"/>
        </w:rPr>
        <w:t>796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C41B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C41B1">
              <w:rPr>
                <w:rFonts w:ascii="Arial" w:hAnsi="Arial" w:cs="Arial"/>
                <w:sz w:val="20"/>
                <w:szCs w:val="20"/>
              </w:rPr>
              <w:t>Solicita o tapamento de buracos na Rua Marginal, situada no Bairro Bandeira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C41B1">
        <w:rPr>
          <w:rFonts w:ascii="Arial" w:hAnsi="Arial" w:cs="Arial"/>
        </w:rPr>
        <w:t>a</w:t>
      </w:r>
      <w:r w:rsidR="009C41B1" w:rsidRPr="009C41B1">
        <w:rPr>
          <w:rFonts w:ascii="Arial" w:hAnsi="Arial" w:cs="Arial"/>
        </w:rPr>
        <w:t>o tapamento de buracos na Rua Marginal, situada no Bairro Bandeira Branca.</w:t>
      </w:r>
    </w:p>
    <w:p w:rsidR="009C41B1" w:rsidRDefault="009C41B1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buracos existentes na via estão prejudicando o trânsito e gerando risco de acidentes.</w:t>
      </w:r>
    </w:p>
    <w:p w:rsidR="009C41B1" w:rsidRDefault="009C41B1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C41B1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C41B1">
        <w:rPr>
          <w:rFonts w:ascii="Arial" w:hAnsi="Arial" w:cs="Arial"/>
        </w:rPr>
        <w:t>28 de março de 2018.</w:t>
      </w:r>
    </w:p>
    <w:p w:rsidR="009C41B1" w:rsidRDefault="009C41B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C41B1" w:rsidRDefault="009C41B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C41B1" w:rsidRDefault="009C41B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C41B1" w:rsidRPr="00A34F2C" w:rsidRDefault="009C41B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9C41B1" w:rsidRDefault="009C41B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9C41B1" w:rsidRPr="00A34F2C" w:rsidRDefault="009C41B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C41B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98C" w:rsidRDefault="0004198C">
      <w:r>
        <w:separator/>
      </w:r>
    </w:p>
  </w:endnote>
  <w:endnote w:type="continuationSeparator" w:id="0">
    <w:p w:rsidR="0004198C" w:rsidRDefault="00041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98C" w:rsidRDefault="0004198C">
      <w:r>
        <w:separator/>
      </w:r>
    </w:p>
  </w:footnote>
  <w:footnote w:type="continuationSeparator" w:id="0">
    <w:p w:rsidR="0004198C" w:rsidRDefault="00041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4F2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198C"/>
    <w:rsid w:val="00047EFF"/>
    <w:rsid w:val="00056288"/>
    <w:rsid w:val="00086F0A"/>
    <w:rsid w:val="000921C3"/>
    <w:rsid w:val="00094490"/>
    <w:rsid w:val="000958D5"/>
    <w:rsid w:val="00097CAE"/>
    <w:rsid w:val="000C4F2B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C41B1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DFFCE-0352-4214-85A6-84902A70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2018-03-26T15:37:00Z</cp:lastPrinted>
  <dcterms:created xsi:type="dcterms:W3CDTF">2018-03-26T15:36:00Z</dcterms:created>
  <dcterms:modified xsi:type="dcterms:W3CDTF">2018-03-26T15:37:00Z</dcterms:modified>
</cp:coreProperties>
</file>